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__</w:t>
      </w:r>
      <w:r w:rsidR="00E71C34">
        <w:rPr>
          <w:rFonts w:ascii="Arial Narrow" w:hAnsi="Arial Narrow"/>
          <w:sz w:val="22"/>
          <w:lang w:val="de-DE"/>
        </w:rPr>
        <w:t>5</w:t>
      </w:r>
      <w:r w:rsidR="000C1EB8">
        <w:rPr>
          <w:rFonts w:ascii="Arial Narrow" w:hAnsi="Arial Narrow"/>
          <w:sz w:val="22"/>
          <w:lang w:val="de-DE"/>
        </w:rPr>
        <w:t>. Sitzung | WS 201</w:t>
      </w:r>
      <w:r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8B3BD0">
        <w:rPr>
          <w:rFonts w:ascii="Arial Narrow" w:hAnsi="Arial Narrow"/>
          <w:noProof/>
          <w:sz w:val="22"/>
          <w:lang w:val="de-DE"/>
        </w:rPr>
        <w:t>30.10.2012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Default="00E71C34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Hochschulball</w:t>
      </w:r>
    </w:p>
    <w:p w:rsidR="000C1EB8" w:rsidRDefault="000C1EB8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A26029" w:rsidRDefault="00E71C34" w:rsidP="00A26029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Bestellung Pfandmarken, </w:t>
      </w:r>
      <w:proofErr w:type="spellStart"/>
      <w:r>
        <w:rPr>
          <w:rFonts w:ascii="Arial Narrow" w:hAnsi="Arial Narrow"/>
          <w:sz w:val="22"/>
          <w:lang w:val="de-DE"/>
        </w:rPr>
        <w:t>Gaderobenrollen</w:t>
      </w:r>
      <w:proofErr w:type="spellEnd"/>
    </w:p>
    <w:p w:rsidR="00E71C34" w:rsidRDefault="00E71C34" w:rsidP="00E71C34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Rückmeldung für Ausschreibung Entwurf Plakate?</w:t>
      </w:r>
    </w:p>
    <w:p w:rsidR="00E71C34" w:rsidRDefault="00E71C34" w:rsidP="00E71C3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ToDo</w:t>
      </w:r>
      <w:proofErr w:type="spellEnd"/>
      <w:r>
        <w:rPr>
          <w:rFonts w:ascii="Arial Narrow" w:hAnsi="Arial Narrow"/>
          <w:sz w:val="22"/>
          <w:lang w:val="de-DE"/>
        </w:rPr>
        <w:t xml:space="preserve"> Liste &gt; Stand?</w:t>
      </w:r>
    </w:p>
    <w:p w:rsidR="00211105" w:rsidRDefault="00ED161B" w:rsidP="00E71C3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Helfer &gt;</w:t>
      </w:r>
      <w:r w:rsidR="00211105">
        <w:rPr>
          <w:rFonts w:ascii="Arial Narrow" w:hAnsi="Arial Narrow"/>
          <w:sz w:val="22"/>
          <w:lang w:val="de-DE"/>
        </w:rPr>
        <w:t xml:space="preserve"> Bezahlung?</w:t>
      </w:r>
      <w:r w:rsidR="00C8383C">
        <w:rPr>
          <w:rFonts w:ascii="Arial Narrow" w:hAnsi="Arial Narrow"/>
          <w:sz w:val="22"/>
          <w:lang w:val="de-DE"/>
        </w:rPr>
        <w:t xml:space="preserve"> Kalkulation Beni</w:t>
      </w:r>
      <w:bookmarkStart w:id="0" w:name="_GoBack"/>
      <w:bookmarkEnd w:id="0"/>
    </w:p>
    <w:p w:rsidR="00E51B2E" w:rsidRDefault="00E51B2E" w:rsidP="00E71C3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Band bestellt?</w:t>
      </w:r>
    </w:p>
    <w:p w:rsidR="00E51B2E" w:rsidRDefault="00E51B2E" w:rsidP="00E71C3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Pausenband: Rockreferat hat abgesagt, </w:t>
      </w:r>
      <w:proofErr w:type="spellStart"/>
      <w:r>
        <w:rPr>
          <w:rFonts w:ascii="Arial Narrow" w:hAnsi="Arial Narrow"/>
          <w:sz w:val="22"/>
          <w:lang w:val="de-DE"/>
        </w:rPr>
        <w:t>BigBand</w:t>
      </w:r>
      <w:proofErr w:type="spellEnd"/>
      <w:r>
        <w:rPr>
          <w:rFonts w:ascii="Arial Narrow" w:hAnsi="Arial Narrow"/>
          <w:sz w:val="22"/>
          <w:lang w:val="de-DE"/>
        </w:rPr>
        <w:t xml:space="preserve"> überlegt noch</w:t>
      </w:r>
    </w:p>
    <w:p w:rsidR="004E1946" w:rsidRDefault="004E1946" w:rsidP="00E71C3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Büroschichten &gt; ist das so ok (Sandra)</w:t>
      </w:r>
    </w:p>
    <w:p w:rsidR="00A56D43" w:rsidRDefault="00A56D43" w:rsidP="00E71C3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Werbung von MKT Abteilung Hr. Kin</w:t>
      </w:r>
      <w:r w:rsidR="004E1946">
        <w:rPr>
          <w:rFonts w:ascii="Arial Narrow" w:hAnsi="Arial Narrow"/>
          <w:sz w:val="22"/>
          <w:lang w:val="de-DE"/>
        </w:rPr>
        <w:t>t</w:t>
      </w:r>
      <w:r>
        <w:rPr>
          <w:rFonts w:ascii="Arial Narrow" w:hAnsi="Arial Narrow"/>
          <w:sz w:val="22"/>
          <w:lang w:val="de-DE"/>
        </w:rPr>
        <w:t>zinger (s. E-Mail)</w:t>
      </w:r>
    </w:p>
    <w:p w:rsidR="00A56D43" w:rsidRDefault="00A56D43" w:rsidP="00A56D4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Veranstaltung auf HFU Homepage und FB posten?</w:t>
      </w:r>
    </w:p>
    <w:p w:rsidR="00A56D43" w:rsidRDefault="00A56D43" w:rsidP="00A56D4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Macht schon jemand Fotos an dem Abend? Falls nicht würde MKT Abteilung jemanden suchen</w:t>
      </w:r>
      <w:r w:rsidR="00EC5EFB">
        <w:rPr>
          <w:rFonts w:ascii="Arial Narrow" w:hAnsi="Arial Narrow"/>
          <w:sz w:val="22"/>
          <w:lang w:val="de-DE"/>
        </w:rPr>
        <w:t xml:space="preserve"> &gt; Alex Münzer hat über FB angefragt &gt; </w:t>
      </w:r>
      <w:proofErr w:type="spellStart"/>
      <w:r w:rsidR="00EC5EFB">
        <w:rPr>
          <w:rFonts w:ascii="Arial Narrow" w:hAnsi="Arial Narrow"/>
          <w:sz w:val="22"/>
          <w:lang w:val="de-DE"/>
        </w:rPr>
        <w:t>Entlohung</w:t>
      </w:r>
      <w:proofErr w:type="spellEnd"/>
      <w:r w:rsidR="00EC5EFB">
        <w:rPr>
          <w:rFonts w:ascii="Arial Narrow" w:hAnsi="Arial Narrow"/>
          <w:sz w:val="22"/>
          <w:lang w:val="de-DE"/>
        </w:rPr>
        <w:t>?</w:t>
      </w:r>
      <w:r w:rsidR="004E1946">
        <w:rPr>
          <w:rFonts w:ascii="Arial Narrow" w:hAnsi="Arial Narrow"/>
          <w:sz w:val="22"/>
          <w:lang w:val="de-DE"/>
        </w:rPr>
        <w:t xml:space="preserve"> Fotowand?</w:t>
      </w:r>
    </w:p>
    <w:p w:rsidR="00A56D43" w:rsidRDefault="00A56D43" w:rsidP="00A56D4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Plakate und Flyer weiterleiten, sobald fertig</w:t>
      </w:r>
    </w:p>
    <w:p w:rsidR="00A56D43" w:rsidRDefault="00A56D43" w:rsidP="00A56D4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Generell Infos aus dem AStA weiterleiten, wenn gewünscht</w:t>
      </w:r>
    </w:p>
    <w:p w:rsidR="00C8383C" w:rsidRPr="004E1946" w:rsidRDefault="00EC5EFB" w:rsidP="004E194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Getränkeangebot </w:t>
      </w:r>
      <w:r w:rsidR="00CE2A63"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R</w:t>
      </w:r>
      <w:r w:rsidR="00CE2A63">
        <w:rPr>
          <w:rFonts w:ascii="Arial Narrow" w:hAnsi="Arial Narrow"/>
          <w:sz w:val="22"/>
          <w:lang w:val="de-DE"/>
        </w:rPr>
        <w:t>hinos</w:t>
      </w:r>
      <w:proofErr w:type="spellEnd"/>
      <w:r w:rsidR="00CE2A63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CE2A63">
        <w:rPr>
          <w:rFonts w:ascii="Arial Narrow" w:hAnsi="Arial Narrow"/>
          <w:sz w:val="22"/>
          <w:lang w:val="de-DE"/>
        </w:rPr>
        <w:t>E</w:t>
      </w:r>
      <w:r w:rsidR="003B63B4">
        <w:rPr>
          <w:rFonts w:ascii="Arial Narrow" w:hAnsi="Arial Narrow"/>
          <w:sz w:val="22"/>
          <w:lang w:val="de-DE"/>
        </w:rPr>
        <w:t>nergy</w:t>
      </w:r>
      <w:proofErr w:type="spellEnd"/>
      <w:r>
        <w:rPr>
          <w:rFonts w:ascii="Arial Narrow" w:hAnsi="Arial Narrow"/>
          <w:sz w:val="22"/>
          <w:lang w:val="de-DE"/>
        </w:rPr>
        <w:t xml:space="preserve"> für HB</w:t>
      </w:r>
      <w:r w:rsidR="003B63B4">
        <w:rPr>
          <w:rFonts w:ascii="Arial Narrow" w:hAnsi="Arial Narrow"/>
          <w:sz w:val="22"/>
          <w:lang w:val="de-DE"/>
        </w:rPr>
        <w:t xml:space="preserve"> &gt; 0,29 – 0,39 € + Pfand</w:t>
      </w:r>
      <w:r w:rsidR="00CE2A63">
        <w:rPr>
          <w:rFonts w:ascii="Arial Narrow" w:hAnsi="Arial Narrow"/>
          <w:sz w:val="22"/>
          <w:lang w:val="de-DE"/>
        </w:rPr>
        <w:t xml:space="preserve"> pro Dose</w:t>
      </w:r>
      <w:r>
        <w:rPr>
          <w:rFonts w:ascii="Arial Narrow" w:hAnsi="Arial Narrow"/>
          <w:sz w:val="22"/>
          <w:lang w:val="de-DE"/>
        </w:rPr>
        <w:t xml:space="preserve"> &gt; Anfrage von Carina Hildebrandt über FB</w:t>
      </w:r>
    </w:p>
    <w:p w:rsidR="00C8383C" w:rsidRPr="00E71C34" w:rsidRDefault="00C8383C" w:rsidP="00211105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E71C34" w:rsidRDefault="00E71C34" w:rsidP="00A26029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942E3D" w:rsidRDefault="00942E3D" w:rsidP="00942E3D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B43ED5" w:rsidRDefault="00B43ED5" w:rsidP="00B43ED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Shuttlebus </w:t>
      </w: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 xml:space="preserve"> Professorennacht</w:t>
      </w:r>
      <w:r w:rsidR="00EC5EFB">
        <w:rPr>
          <w:rFonts w:ascii="Arial Narrow" w:hAnsi="Arial Narrow"/>
          <w:sz w:val="22"/>
          <w:lang w:val="de-DE"/>
        </w:rPr>
        <w:t xml:space="preserve"> &gt; ab wann Karten? Soll bitte auf FB  gepostet werden</w:t>
      </w:r>
    </w:p>
    <w:p w:rsidR="00942E3D" w:rsidRDefault="00942E3D" w:rsidP="00B43ED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Schließberechtigung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 w:rsidR="00CE2A63">
        <w:rPr>
          <w:rFonts w:ascii="Arial Narrow" w:hAnsi="Arial Narrow"/>
          <w:sz w:val="22"/>
          <w:lang w:val="de-DE"/>
        </w:rPr>
        <w:t xml:space="preserve"> für AStA und Referate</w:t>
      </w:r>
      <w:r>
        <w:rPr>
          <w:rFonts w:ascii="Arial Narrow" w:hAnsi="Arial Narrow"/>
          <w:sz w:val="22"/>
          <w:lang w:val="de-DE"/>
        </w:rPr>
        <w:t>, wie und wer kümmert sich drum?</w:t>
      </w:r>
    </w:p>
    <w:p w:rsidR="00CE2A63" w:rsidRDefault="00CE2A63" w:rsidP="00B43ED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Taekwondo &gt;  kann sich Bescheinigung von Sportschule ausstellen lassen, geht das oder ist Trainerschein zwingend erforderlich?</w:t>
      </w:r>
    </w:p>
    <w:p w:rsidR="00AC7687" w:rsidRDefault="00AC7687" w:rsidP="00AC768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Ausleihe, generell 10 € für alles, und Namen auf Liste – Erläuterung Ausleihsystem</w:t>
      </w:r>
      <w:r w:rsidR="000806BF">
        <w:rPr>
          <w:rFonts w:ascii="Arial Narrow" w:hAnsi="Arial Narrow"/>
          <w:sz w:val="22"/>
          <w:lang w:val="de-DE"/>
        </w:rPr>
        <w:t>, System erstellen, wegen Geldrückgabesystem (wenn zu spät)</w:t>
      </w:r>
    </w:p>
    <w:p w:rsidR="00AC7687" w:rsidRDefault="00AC7687" w:rsidP="00AC768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Aktualisierung Homepage (s. E-Mail)</w:t>
      </w:r>
    </w:p>
    <w:p w:rsidR="00FB32AE" w:rsidRDefault="00FB32AE" w:rsidP="00AC768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Anschaffung AStA-Navi</w:t>
      </w:r>
    </w:p>
    <w:p w:rsidR="008E131C" w:rsidRDefault="008E131C" w:rsidP="00AC768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CEE-Weihnachtsfeier am 12.12., Mail von Torben Lietz</w:t>
      </w:r>
    </w:p>
    <w:p w:rsidR="00C8383C" w:rsidRDefault="00C8383C" w:rsidP="00AC768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Matze Termin mit Hr. </w:t>
      </w:r>
      <w:proofErr w:type="spellStart"/>
      <w:r>
        <w:rPr>
          <w:rFonts w:ascii="Arial Narrow" w:hAnsi="Arial Narrow"/>
          <w:sz w:val="22"/>
          <w:lang w:val="de-DE"/>
        </w:rPr>
        <w:t>Kusserow</w:t>
      </w:r>
      <w:proofErr w:type="spellEnd"/>
      <w:r>
        <w:rPr>
          <w:rFonts w:ascii="Arial Narrow" w:hAnsi="Arial Narrow"/>
          <w:sz w:val="22"/>
          <w:lang w:val="de-DE"/>
        </w:rPr>
        <w:t xml:space="preserve"> machen wegen </w:t>
      </w:r>
      <w:proofErr w:type="spellStart"/>
      <w:r>
        <w:rPr>
          <w:rFonts w:ascii="Arial Narrow" w:hAnsi="Arial Narrow"/>
          <w:sz w:val="22"/>
          <w:lang w:val="de-DE"/>
        </w:rPr>
        <w:t>Studierendenschaft</w:t>
      </w:r>
      <w:proofErr w:type="spellEnd"/>
      <w:r>
        <w:rPr>
          <w:rFonts w:ascii="Arial Narrow" w:hAnsi="Arial Narrow"/>
          <w:sz w:val="22"/>
          <w:lang w:val="de-DE"/>
        </w:rPr>
        <w:t xml:space="preserve"> &gt; Richtlinien</w:t>
      </w:r>
    </w:p>
    <w:p w:rsidR="00C8383C" w:rsidRPr="00AC7687" w:rsidRDefault="00C8383C" w:rsidP="00AC768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WING-Magazin möchte Interview von AStA bezüglich unserer Organisation, was machen wir, wofür sind wir zuständig,  ist AStA nötig für FH … Wer?</w:t>
      </w:r>
    </w:p>
    <w:sectPr w:rsidR="00C8383C" w:rsidRPr="00AC7687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BD0" w:rsidRDefault="008B3BD0">
      <w:pPr>
        <w:spacing w:line="20" w:lineRule="exact"/>
      </w:pPr>
    </w:p>
  </w:endnote>
  <w:endnote w:type="continuationSeparator" w:id="0">
    <w:p w:rsidR="008B3BD0" w:rsidRDefault="008B3BD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B3BD0" w:rsidRDefault="008B3BD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BD0" w:rsidRDefault="008B3BD0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B3BD0" w:rsidRDefault="008B3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BD0" w:rsidRDefault="008B3BD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8B3BD0" w:rsidRDefault="008B3BD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8B3BD0" w:rsidRPr="00CF0EE6" w:rsidRDefault="008B3BD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2A5F1F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8B3BD0" w:rsidRPr="00CF0EE6" w:rsidRDefault="008B3BD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8B3BD0" w:rsidRPr="00CF0EE6" w:rsidRDefault="008B3BD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8B3BD0" w:rsidRPr="00CF0EE6" w:rsidRDefault="008B3BD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29"/>
    <w:rsid w:val="00010829"/>
    <w:rsid w:val="000243CF"/>
    <w:rsid w:val="000459F9"/>
    <w:rsid w:val="00052A2E"/>
    <w:rsid w:val="00063E3E"/>
    <w:rsid w:val="000806BF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105"/>
    <w:rsid w:val="00211E26"/>
    <w:rsid w:val="00273332"/>
    <w:rsid w:val="00274830"/>
    <w:rsid w:val="002A571F"/>
    <w:rsid w:val="002A5F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3B4"/>
    <w:rsid w:val="003B669B"/>
    <w:rsid w:val="004108F1"/>
    <w:rsid w:val="00425EF5"/>
    <w:rsid w:val="004359A0"/>
    <w:rsid w:val="00441B0C"/>
    <w:rsid w:val="00487AF4"/>
    <w:rsid w:val="004D1F62"/>
    <w:rsid w:val="004E1946"/>
    <w:rsid w:val="00501683"/>
    <w:rsid w:val="00501BD9"/>
    <w:rsid w:val="00543129"/>
    <w:rsid w:val="005A338E"/>
    <w:rsid w:val="005B1C22"/>
    <w:rsid w:val="005F45A2"/>
    <w:rsid w:val="00602994"/>
    <w:rsid w:val="00606F9B"/>
    <w:rsid w:val="00653536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93756"/>
    <w:rsid w:val="008B3BD0"/>
    <w:rsid w:val="008C250E"/>
    <w:rsid w:val="008D16EC"/>
    <w:rsid w:val="008D2BDB"/>
    <w:rsid w:val="008E131C"/>
    <w:rsid w:val="008F7364"/>
    <w:rsid w:val="00927544"/>
    <w:rsid w:val="009301A0"/>
    <w:rsid w:val="00937828"/>
    <w:rsid w:val="00942E3D"/>
    <w:rsid w:val="009757B0"/>
    <w:rsid w:val="009906B7"/>
    <w:rsid w:val="009B7B2F"/>
    <w:rsid w:val="009D3E73"/>
    <w:rsid w:val="009E6CE4"/>
    <w:rsid w:val="00A05515"/>
    <w:rsid w:val="00A26029"/>
    <w:rsid w:val="00A448D9"/>
    <w:rsid w:val="00A44D35"/>
    <w:rsid w:val="00A504B9"/>
    <w:rsid w:val="00A56D43"/>
    <w:rsid w:val="00A87E62"/>
    <w:rsid w:val="00A94BC2"/>
    <w:rsid w:val="00AC7687"/>
    <w:rsid w:val="00AE757F"/>
    <w:rsid w:val="00AF264D"/>
    <w:rsid w:val="00B25462"/>
    <w:rsid w:val="00B262CA"/>
    <w:rsid w:val="00B31937"/>
    <w:rsid w:val="00B43ED5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8383C"/>
    <w:rsid w:val="00CA5DF7"/>
    <w:rsid w:val="00CB5BD5"/>
    <w:rsid w:val="00CD7327"/>
    <w:rsid w:val="00CE2A63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1B2E"/>
    <w:rsid w:val="00E52891"/>
    <w:rsid w:val="00E66A27"/>
    <w:rsid w:val="00E71C34"/>
    <w:rsid w:val="00E81768"/>
    <w:rsid w:val="00E97E93"/>
    <w:rsid w:val="00EA30A5"/>
    <w:rsid w:val="00EB31F2"/>
    <w:rsid w:val="00EC5EFB"/>
    <w:rsid w:val="00ED161B"/>
    <w:rsid w:val="00F15EEB"/>
    <w:rsid w:val="00F834DE"/>
    <w:rsid w:val="00FB32A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WS%2012-13\02%20-%20Sitzungen\02-01%20-%20AStA\Agenda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Agenda_WS2012-13_Vorlage</Template>
  <TotalTime>0</TotalTime>
  <Pages>2</Pages>
  <Words>262</Words>
  <Characters>1445</Characters>
  <Application>Microsoft Office Word</Application>
  <DocSecurity>0</DocSecurity>
  <Lines>42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</dc:creator>
  <cp:lastModifiedBy>Janine</cp:lastModifiedBy>
  <cp:revision>14</cp:revision>
  <cp:lastPrinted>2012-10-30T11:44:00Z</cp:lastPrinted>
  <dcterms:created xsi:type="dcterms:W3CDTF">2012-10-23T17:09:00Z</dcterms:created>
  <dcterms:modified xsi:type="dcterms:W3CDTF">2012-10-30T14:32:00Z</dcterms:modified>
</cp:coreProperties>
</file>